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6552D" w:rsidR="00E750D5" w:rsidP="0078447C" w:rsidRDefault="00E750D5" w14:paraId="339DD353" w14:textId="77777777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:rsidRPr="0026552D" w:rsidR="00E750D5" w:rsidP="0078447C" w:rsidRDefault="00E750D5" w14:paraId="339DD35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:rsidRPr="0078447C" w:rsidR="00E750D5" w:rsidP="7FDF81C0" w:rsidRDefault="00E750D5" w14:paraId="339DD355" w14:textId="485BCB0D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FDF81C0" w:rsidR="00E750D5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7FDF81C0" w:rsidR="00056173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FDF81C0" w:rsidR="6D574C43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FDF81C0" w:rsidR="0005617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FDF81C0" w:rsidR="3A3BF774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="00E750D5" w:rsidP="0078447C" w:rsidRDefault="00E750D5" w14:paraId="339DD356" w14:textId="1B2BEE5B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:rsidRPr="0026552D" w:rsidR="002B3DBF" w:rsidP="0078447C" w:rsidRDefault="002B3DBF" w14:paraId="7F63DE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name="_GoBack" w:id="0"/>
      <w:bookmarkEnd w:id="0"/>
    </w:p>
    <w:p w:rsidRPr="0026552D" w:rsidR="00E750D5" w:rsidP="0078447C" w:rsidRDefault="00E750D5" w14:paraId="339DD357" w14:textId="7905A7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 w:rsidR="00E750D5">
        <w:rPr>
          <w:rFonts w:ascii="Corbel" w:hAnsi="Corbel"/>
          <w:sz w:val="20"/>
          <w:szCs w:val="20"/>
        </w:rPr>
        <w:t xml:space="preserve">Rok akademicki   </w:t>
      </w:r>
      <w:r w:rsidRPr="0026552D" w:rsidR="00874712">
        <w:rPr>
          <w:rFonts w:ascii="Corbel" w:hAnsi="Corbel"/>
          <w:sz w:val="20"/>
          <w:szCs w:val="20"/>
        </w:rPr>
        <w:t>20</w:t>
      </w:r>
      <w:r w:rsidRPr="0026552D" w:rsidR="6E260552">
        <w:rPr>
          <w:rFonts w:ascii="Corbel" w:hAnsi="Corbel"/>
          <w:sz w:val="20"/>
          <w:szCs w:val="20"/>
        </w:rPr>
        <w:t>20</w:t>
      </w:r>
      <w:r w:rsidR="000B22B3">
        <w:rPr>
          <w:rFonts w:ascii="Corbel" w:hAnsi="Corbel"/>
          <w:sz w:val="20"/>
          <w:szCs w:val="20"/>
        </w:rPr>
        <w:t>/202</w:t>
      </w:r>
      <w:r w:rsidR="76EAA729">
        <w:rPr>
          <w:rFonts w:ascii="Corbel" w:hAnsi="Corbel"/>
          <w:sz w:val="20"/>
          <w:szCs w:val="20"/>
        </w:rPr>
        <w:t>1</w:t>
      </w:r>
    </w:p>
    <w:p w:rsidRPr="0026552D" w:rsidR="00E750D5" w:rsidP="0078447C" w:rsidRDefault="00E750D5" w14:paraId="339DD35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5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6552D" w:rsidR="0026552D" w:rsidTr="13B458AF" w14:paraId="339DD35C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B" w14:textId="2185A22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3DBF">
              <w:rPr>
                <w:rFonts w:ascii="Corbel" w:hAnsi="Corbel"/>
                <w:sz w:val="24"/>
                <w:szCs w:val="24"/>
              </w:rPr>
              <w:t>auka o państwie i prawie</w:t>
            </w:r>
          </w:p>
        </w:tc>
      </w:tr>
      <w:tr w:rsidRPr="0026552D" w:rsidR="0026552D" w:rsidTr="13B458AF" w14:paraId="339DD35F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E" w14:textId="503769F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Pr="0026552D" w:rsidR="0026552D" w:rsidTr="13B458AF" w14:paraId="339DD362" w14:textId="77777777">
        <w:tc>
          <w:tcPr>
            <w:tcW w:w="2694" w:type="dxa"/>
            <w:tcMar/>
            <w:vAlign w:val="center"/>
          </w:tcPr>
          <w:p w:rsidRPr="0026552D" w:rsidR="0026552D" w:rsidP="0078447C" w:rsidRDefault="002B3DBF" w14:paraId="339DD360" w14:textId="02FA7473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 w:rsid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1" w14:textId="58B89FE5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13B458AF" w14:paraId="339DD365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4" w14:textId="7748002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13B458AF" w14:paraId="339DD368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7" w14:textId="2EF62A98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Pr="0026552D" w:rsidR="0026552D" w:rsidTr="13B458AF" w14:paraId="339DD36B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4C411733" w:rsidRDefault="002B3DBF" w14:paraId="339DD36A" w14:textId="47779DB2">
            <w:pPr>
              <w:spacing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3B458AF" w:rsidR="458EA30A">
              <w:rPr>
                <w:rFonts w:ascii="Corbel" w:hAnsi="Corbel"/>
                <w:sz w:val="24"/>
                <w:szCs w:val="24"/>
              </w:rPr>
              <w:t>Studi</w:t>
            </w:r>
            <w:r w:rsidRPr="13B458AF" w:rsidR="002B3DBF">
              <w:rPr>
                <w:rFonts w:ascii="Corbel" w:hAnsi="Corbel"/>
                <w:sz w:val="24"/>
                <w:szCs w:val="24"/>
              </w:rPr>
              <w:t>I</w:t>
            </w:r>
            <w:r w:rsidRPr="13B458AF" w:rsidR="002B3DBF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Pr="0026552D" w:rsidR="0026552D" w:rsidTr="13B458AF" w14:paraId="339DD36E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D" w14:textId="29220017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Pr="0026552D" w:rsidR="0026552D" w:rsidTr="13B458AF" w14:paraId="339DD37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4C411733" w:rsidRDefault="002B3DBF" w14:paraId="339DD370" w14:textId="5C346506">
            <w:pPr>
              <w:spacing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C411733" w:rsidR="5B8B0762">
              <w:rPr>
                <w:rFonts w:ascii="Corbel" w:hAnsi="Corbel"/>
                <w:sz w:val="24"/>
                <w:szCs w:val="24"/>
              </w:rPr>
              <w:t>S</w:t>
            </w:r>
            <w:r w:rsidRPr="4C411733" w:rsidR="002B3DBF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Pr="0026552D" w:rsidR="0026552D" w:rsidTr="13B458AF" w14:paraId="339DD374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3" w14:textId="20D5502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Pr="0026552D" w:rsidR="0026552D" w:rsidTr="13B458AF" w14:paraId="339DD377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R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>odzaj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6" w14:textId="0B987FEE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rzedmiot obowiązkowy</w:t>
            </w:r>
          </w:p>
        </w:tc>
      </w:tr>
      <w:tr w:rsidRPr="0026552D" w:rsidR="0026552D" w:rsidTr="13B458AF" w14:paraId="339DD37A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9" w14:textId="18E1A1F4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Pr="0026552D" w:rsidR="0026552D" w:rsidTr="13B458AF" w14:paraId="339DD37D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C" w14:textId="173F2A0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Pr="0026552D" w:rsidR="0026552D" w:rsidTr="13B458AF" w14:paraId="339DD38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F" w14:textId="3979A001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  <w:p w:rsidRPr="002B3DBF" w:rsidR="0026552D" w:rsidP="0078447C" w:rsidRDefault="002B3DBF" w14:paraId="339DD380" w14:textId="0DDA9D51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D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:rsidRPr="0026552D" w:rsidR="00E750D5" w:rsidP="0078447C" w:rsidRDefault="00E750D5" w14:paraId="339DD382" w14:textId="7BE4FD4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 w:rsidR="00F31660"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26552D" w:rsidR="00E750D5" w:rsidP="0078447C" w:rsidRDefault="00E750D5" w14:paraId="339DD38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8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26552D" w:rsidR="00E750D5" w:rsidP="0078447C" w:rsidRDefault="00E750D5" w14:paraId="339DD38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6552D" w:rsidR="00E750D5" w:rsidTr="00874712" w14:paraId="339DD3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552D" w:rsidR="00E750D5" w:rsidP="0078447C" w:rsidRDefault="00E750D5" w14:paraId="339DD386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:rsidRPr="0026552D" w:rsidR="00E750D5" w:rsidP="0078447C" w:rsidRDefault="00E750D5" w14:paraId="339DD38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Wykł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Konw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E750D5" w:rsidP="0078447C" w:rsidRDefault="00E750D5" w14:paraId="339DD38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Sem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Prakt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9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26552D" w:rsidR="00874712" w:rsidTr="00874712" w14:paraId="339DD3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552D" w:rsidR="00874712" w:rsidP="0078447C" w:rsidRDefault="00874712" w14:paraId="339DD39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3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4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2B19AB" w14:paraId="339DD39B" w14:textId="5C18F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3A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A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Sposób realizacji zajęć  </w:t>
      </w:r>
    </w:p>
    <w:p w:rsidRPr="0026552D" w:rsidR="00E750D5" w:rsidP="0078447C" w:rsidRDefault="002B3DBF" w14:paraId="339DD3AB" w14:textId="287E192D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w:pict w14:anchorId="0898A95E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9" style="position:absolute;left:0;text-align:left;margin-left:26.7pt;margin-top:4.2pt;width:6.6pt;height:9pt;flip:x;z-index:251661312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42764B03">
          <v:shape id="_x0000_s1028" style="position:absolute;left:0;text-align:left;margin-left:27.3pt;margin-top:4.2pt;width:6pt;height:9pt;z-index:251660288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5F817257">
          <v:rect id="_x0000_s1026" style="position:absolute;left:0;text-align:left;margin-left:25.5pt;margin-top:3pt;width:7.8pt;height:10.2pt;z-index:251658240"/>
        </w:pict>
      </w:r>
      <w:r w:rsidRPr="3D6166CF" w:rsidR="00E750D5">
        <w:rPr>
          <w:rFonts w:ascii="Corbel" w:hAnsi="Corbel"/>
          <w:b w:val="0"/>
          <w:smallCaps w:val="0"/>
        </w:rPr>
        <w:t xml:space="preserve">zajęcia w formie tradycyjnej </w:t>
      </w:r>
    </w:p>
    <w:p w:rsidRPr="0026552D" w:rsidR="00E750D5" w:rsidP="0078447C" w:rsidRDefault="002B3DBF" w14:paraId="339DD3AC" w14:textId="0001E96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w:pict w14:anchorId="6455E854">
          <v:rect id="_x0000_s1027" style="position:absolute;left:0;text-align:left;margin-left:25.5pt;margin-top:2.75pt;width:7.8pt;height:10.2pt;z-index:251659264"/>
        </w:pict>
      </w:r>
      <w:r w:rsidRPr="0026552D" w:rsidR="00E750D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26552D" w:rsidR="00E750D5" w:rsidP="0078447C" w:rsidRDefault="00E750D5" w14:paraId="339DD3A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B3DBF" w:rsidR="00E750D5" w:rsidP="0078447C" w:rsidRDefault="00E750D5" w14:paraId="339DD3AF" w14:textId="0FC88891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Forma zaliczenia przedmiotu  (z toku) </w:t>
      </w:r>
      <w:r w:rsidR="0058636F">
        <w:rPr>
          <w:rFonts w:ascii="Corbel" w:hAnsi="Corbel"/>
          <w:b w:val="0"/>
          <w:smallCaps w:val="0"/>
          <w:szCs w:val="24"/>
        </w:rPr>
        <w:t>(</w:t>
      </w:r>
      <w:r w:rsidRPr="00543481" w:rsidR="0058636F">
        <w:rPr>
          <w:rFonts w:ascii="Corbel" w:hAnsi="Corbel"/>
          <w:b w:val="0"/>
          <w:smallCaps w:val="0"/>
          <w:szCs w:val="24"/>
          <w:u w:val="single"/>
        </w:rPr>
        <w:t>egzamin</w:t>
      </w:r>
      <w:r w:rsidR="0058636F"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:rsidRPr="0026552D" w:rsidR="00E750D5" w:rsidP="0078447C" w:rsidRDefault="00E750D5" w14:paraId="339DD3B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002C5EA9" w14:paraId="339DD3B2" w14:textId="77777777">
        <w:tc>
          <w:tcPr>
            <w:tcW w:w="9670" w:type="dxa"/>
          </w:tcPr>
          <w:p w:rsidRPr="0026552D" w:rsidR="00E750D5" w:rsidP="0078447C" w:rsidRDefault="00874712" w14:paraId="339DD3B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:rsidR="00E750D5" w:rsidP="0078447C" w:rsidRDefault="00E750D5" w14:paraId="339DD3B3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58636F" w:rsidP="0078447C" w:rsidRDefault="0058636F" w14:paraId="339DD3B4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:rsidRPr="0026552D" w:rsidR="00E750D5" w:rsidP="0078447C" w:rsidRDefault="00E750D5" w14:paraId="339DD3B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7" w14:textId="77777777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:rsidRPr="0026552D" w:rsidR="00E750D5" w:rsidP="0078447C" w:rsidRDefault="00E750D5" w14:paraId="339DD3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26552D" w:rsidR="00E750D5" w:rsidTr="002C5EA9" w14:paraId="339DD3BB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874712" w14:paraId="339DD3BA" w14:textId="6AF1AA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Pr="0026552D" w:rsidR="00E750D5" w:rsidTr="002C5EA9" w14:paraId="339DD3BE" w14:textId="77777777">
        <w:tc>
          <w:tcPr>
            <w:tcW w:w="851" w:type="dxa"/>
            <w:vAlign w:val="center"/>
          </w:tcPr>
          <w:p w:rsidRPr="0026552D" w:rsidR="00E750D5" w:rsidP="0078447C" w:rsidRDefault="007C7721" w14:paraId="339DD3BC" w14:textId="4A220D81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BD" w14:textId="1EDD2F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Pr="0026552D" w:rsidR="00E750D5" w:rsidTr="002C5EA9" w14:paraId="339DD3C1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F" w14:textId="4AE194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7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C0" w14:textId="0E2B1F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:rsidRPr="0026552D" w:rsidR="00E750D5" w:rsidP="0078447C" w:rsidRDefault="00E750D5" w14:paraId="339DD3C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3C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:rsidRPr="0026552D" w:rsidR="00E750D5" w:rsidP="0078447C" w:rsidRDefault="00E750D5" w14:paraId="339DD3C4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6552D" w:rsidR="00E750D5" w:rsidTr="00874712" w14:paraId="339DD3C8" w14:textId="77777777">
        <w:tc>
          <w:tcPr>
            <w:tcW w:w="1681" w:type="dxa"/>
            <w:vAlign w:val="center"/>
          </w:tcPr>
          <w:p w:rsidRPr="0026552D" w:rsidR="00E750D5" w:rsidP="0078447C" w:rsidRDefault="00E750D5" w14:paraId="339DD3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smallCaps w:val="0"/>
                <w:szCs w:val="24"/>
              </w:rPr>
              <w:t>EK</w:t>
            </w: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26552D" w:rsidR="00E750D5" w:rsidP="0078447C" w:rsidRDefault="00E750D5" w14:paraId="339DD3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26552D" w:rsidR="00E750D5" w:rsidP="0078447C" w:rsidRDefault="00E750D5" w14:paraId="339DD3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655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6552D" w:rsidR="00874712" w:rsidTr="00874712" w14:paraId="339DD3CC" w14:textId="77777777">
        <w:tc>
          <w:tcPr>
            <w:tcW w:w="1681" w:type="dxa"/>
          </w:tcPr>
          <w:p w:rsidRPr="0026552D" w:rsidR="00874712" w:rsidP="0078447C" w:rsidRDefault="00874712" w14:paraId="339DD3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26552D" w:rsidR="00874712" w:rsidP="0078447C" w:rsidRDefault="00874712" w14:paraId="339DD3C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wymienia koncepcje ujmowania roli państwa w życiu społecznym 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58636F" w14:paraId="339DD3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0" w14:textId="77777777">
        <w:tc>
          <w:tcPr>
            <w:tcW w:w="1681" w:type="dxa"/>
          </w:tcPr>
          <w:p w:rsidRPr="0026552D" w:rsidR="00874712" w:rsidP="0078447C" w:rsidRDefault="00874712" w14:paraId="339DD3C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6552D" w:rsidR="00874712" w:rsidP="0078447C" w:rsidRDefault="00874712" w14:paraId="339DD3C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Pr="0026552D" w:rsidR="00874712" w:rsidTr="00874712" w14:paraId="339DD3D4" w14:textId="77777777">
        <w:tc>
          <w:tcPr>
            <w:tcW w:w="1681" w:type="dxa"/>
          </w:tcPr>
          <w:p w:rsidRPr="0026552D" w:rsidR="00874712" w:rsidP="0078447C" w:rsidRDefault="00874712" w14:paraId="339DD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26552D" w:rsidR="00874712" w:rsidP="0078447C" w:rsidRDefault="00874712" w14:paraId="339DD3D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rozpoznaje podstawowe pojęcia z zakresu prawoznawstwa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Pr="0026552D" w:rsidR="00874712" w:rsidTr="00874712" w14:paraId="339DD3D8" w14:textId="77777777">
        <w:tc>
          <w:tcPr>
            <w:tcW w:w="1681" w:type="dxa"/>
          </w:tcPr>
          <w:p w:rsidRPr="0026552D" w:rsidR="00874712" w:rsidP="0078447C" w:rsidRDefault="00874712" w14:paraId="339DD3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6552D" w:rsidR="00874712" w:rsidP="0078447C" w:rsidRDefault="00874712" w14:paraId="339DD3D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C" w14:textId="77777777">
        <w:tc>
          <w:tcPr>
            <w:tcW w:w="1681" w:type="dxa"/>
          </w:tcPr>
          <w:p w:rsidRPr="0026552D" w:rsidR="00874712" w:rsidP="0078447C" w:rsidRDefault="00874712" w14:paraId="339DD3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26552D" w:rsidR="00874712" w:rsidP="0078447C" w:rsidRDefault="00874712" w14:paraId="339DD3D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rozumie różnice pomiędzy prawem stanowionym i innymi systemami norm społecznych</w:t>
            </w:r>
          </w:p>
        </w:tc>
        <w:tc>
          <w:tcPr>
            <w:tcW w:w="1865" w:type="dxa"/>
          </w:tcPr>
          <w:p w:rsidRPr="0026552D" w:rsidR="00874712" w:rsidP="0078447C" w:rsidRDefault="00E560D3" w14:paraId="339DD3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0" w14:textId="77777777">
        <w:tc>
          <w:tcPr>
            <w:tcW w:w="1681" w:type="dxa"/>
          </w:tcPr>
          <w:p w:rsidRPr="0026552D" w:rsidR="00874712" w:rsidP="0078447C" w:rsidRDefault="00874712" w14:paraId="339DD3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26552D" w:rsidR="00874712" w:rsidP="0078447C" w:rsidRDefault="00874712" w14:paraId="339DD3D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analizuje udział sektora społecznego w kształtowaniu systemu politycznego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58636F" w14:paraId="339DD3D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26552D" w:rsidR="00874712" w:rsidTr="00874712" w14:paraId="339DD3E4" w14:textId="77777777">
        <w:tc>
          <w:tcPr>
            <w:tcW w:w="1681" w:type="dxa"/>
          </w:tcPr>
          <w:p w:rsidRPr="0026552D" w:rsidR="00874712" w:rsidP="0078447C" w:rsidRDefault="00874712" w14:paraId="339DD3E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26552D" w:rsidR="00874712" w:rsidP="0078447C" w:rsidRDefault="00874712" w14:paraId="339DD3E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E560D3" w14:paraId="339DD3E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8" w14:textId="77777777">
        <w:tc>
          <w:tcPr>
            <w:tcW w:w="1681" w:type="dxa"/>
          </w:tcPr>
          <w:p w:rsidRPr="0026552D" w:rsidR="00874712" w:rsidP="0078447C" w:rsidRDefault="00874712" w14:paraId="339DD3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Pr="0026552D" w:rsidR="00874712" w:rsidP="0078447C" w:rsidRDefault="00874712" w14:paraId="339DD3E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jest przygotowany do uczestnictwa w tworzeniu aktów prawnych niższej rangi</w:t>
            </w:r>
          </w:p>
        </w:tc>
        <w:tc>
          <w:tcPr>
            <w:tcW w:w="1865" w:type="dxa"/>
          </w:tcPr>
          <w:p w:rsidRPr="0026552D" w:rsidR="00874712" w:rsidP="0078447C" w:rsidRDefault="0058636F" w14:paraId="339DD3E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</w:tbl>
    <w:p w:rsidRPr="0026552D" w:rsidR="00E750D5" w:rsidP="0078447C" w:rsidRDefault="00E750D5" w14:paraId="339DD3E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3E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3.3 Treści programowe </w:t>
      </w:r>
    </w:p>
    <w:p w:rsidRPr="0026552D" w:rsidR="00E750D5" w:rsidP="0078447C" w:rsidRDefault="00E750D5" w14:paraId="339DD3EB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:rsidRPr="0026552D" w:rsidR="00E750D5" w:rsidP="0078447C" w:rsidRDefault="00E750D5" w14:paraId="339DD3E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3EE" w14:textId="77777777">
        <w:tc>
          <w:tcPr>
            <w:tcW w:w="9520" w:type="dxa"/>
          </w:tcPr>
          <w:p w:rsidRPr="0026552D" w:rsidR="00E750D5" w:rsidP="0078447C" w:rsidRDefault="00E750D5" w14:paraId="339DD3ED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3F0" w14:textId="77777777">
        <w:tc>
          <w:tcPr>
            <w:tcW w:w="9520" w:type="dxa"/>
          </w:tcPr>
          <w:p w:rsidRPr="0026552D" w:rsidR="00874712" w:rsidP="0078447C" w:rsidRDefault="00874712" w14:paraId="339DD3E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Pr="0026552D" w:rsidR="00874712" w:rsidTr="00874712" w14:paraId="339DD3F2" w14:textId="77777777">
        <w:tc>
          <w:tcPr>
            <w:tcW w:w="9520" w:type="dxa"/>
          </w:tcPr>
          <w:p w:rsidRPr="0026552D" w:rsidR="00874712" w:rsidP="0078447C" w:rsidRDefault="00874712" w14:paraId="339DD3F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Pr="0026552D" w:rsidR="00874712" w:rsidTr="00874712" w14:paraId="339DD3F4" w14:textId="77777777">
        <w:tc>
          <w:tcPr>
            <w:tcW w:w="9520" w:type="dxa"/>
          </w:tcPr>
          <w:p w:rsidRPr="0026552D" w:rsidR="00874712" w:rsidP="0078447C" w:rsidRDefault="00874712" w14:paraId="339DD3F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Przepisy prawne i ich podziały</w:t>
            </w:r>
          </w:p>
        </w:tc>
      </w:tr>
      <w:tr w:rsidRPr="0026552D" w:rsidR="00874712" w:rsidTr="00874712" w14:paraId="339DD3F6" w14:textId="77777777">
        <w:tc>
          <w:tcPr>
            <w:tcW w:w="9520" w:type="dxa"/>
          </w:tcPr>
          <w:p w:rsidRPr="0026552D" w:rsidR="00874712" w:rsidP="0078447C" w:rsidRDefault="00874712" w14:paraId="339DD3F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Pr="0026552D" w:rsidR="00874712" w:rsidTr="00874712" w14:paraId="339DD3F8" w14:textId="77777777">
        <w:tc>
          <w:tcPr>
            <w:tcW w:w="9520" w:type="dxa"/>
          </w:tcPr>
          <w:p w:rsidRPr="0026552D" w:rsidR="00874712" w:rsidP="0078447C" w:rsidRDefault="00874712" w14:paraId="339DD3F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Pr="0026552D" w:rsidR="00874712" w:rsidTr="00874712" w14:paraId="339DD3FA" w14:textId="77777777">
        <w:tc>
          <w:tcPr>
            <w:tcW w:w="9520" w:type="dxa"/>
          </w:tcPr>
          <w:p w:rsidRPr="0026552D" w:rsidR="00874712" w:rsidP="0078447C" w:rsidRDefault="00874712" w14:paraId="339DD3F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Pr="0026552D" w:rsidR="00874712" w:rsidTr="00874712" w14:paraId="339DD3FC" w14:textId="77777777">
        <w:tc>
          <w:tcPr>
            <w:tcW w:w="9520" w:type="dxa"/>
          </w:tcPr>
          <w:p w:rsidRPr="0026552D" w:rsidR="00874712" w:rsidP="0078447C" w:rsidRDefault="00874712" w14:paraId="339DD3F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Pr="0026552D" w:rsidR="00874712" w:rsidTr="00874712" w14:paraId="339DD3FE" w14:textId="77777777">
        <w:tc>
          <w:tcPr>
            <w:tcW w:w="9520" w:type="dxa"/>
          </w:tcPr>
          <w:p w:rsidRPr="0026552D" w:rsidR="00874712" w:rsidP="0078447C" w:rsidRDefault="00874712" w14:paraId="339DD3F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Pr="0026552D" w:rsidR="00874712" w:rsidTr="00874712" w14:paraId="339DD400" w14:textId="77777777">
        <w:tc>
          <w:tcPr>
            <w:tcW w:w="9520" w:type="dxa"/>
          </w:tcPr>
          <w:p w:rsidRPr="0026552D" w:rsidR="00874712" w:rsidP="0078447C" w:rsidRDefault="00874712" w14:paraId="339DD3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Pr="0026552D" w:rsidR="00874712" w:rsidTr="00874712" w14:paraId="339DD402" w14:textId="77777777">
        <w:tc>
          <w:tcPr>
            <w:tcW w:w="9520" w:type="dxa"/>
          </w:tcPr>
          <w:p w:rsidRPr="0026552D" w:rsidR="00874712" w:rsidP="0078447C" w:rsidRDefault="00874712" w14:paraId="339DD40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Pr="0026552D" w:rsidR="00874712" w:rsidTr="00874712" w14:paraId="339DD404" w14:textId="77777777">
        <w:tc>
          <w:tcPr>
            <w:tcW w:w="9520" w:type="dxa"/>
          </w:tcPr>
          <w:p w:rsidRPr="0026552D" w:rsidR="00874712" w:rsidP="0078447C" w:rsidRDefault="00874712" w14:paraId="339DD40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Pr="0026552D" w:rsidR="00874712" w:rsidTr="00874712" w14:paraId="339DD406" w14:textId="77777777">
        <w:tc>
          <w:tcPr>
            <w:tcW w:w="9520" w:type="dxa"/>
          </w:tcPr>
          <w:p w:rsidRPr="0026552D" w:rsidR="00874712" w:rsidP="0078447C" w:rsidRDefault="00874712" w14:paraId="339DD40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:rsidRPr="0026552D" w:rsidR="00E750D5" w:rsidP="0078447C" w:rsidRDefault="00E750D5" w14:paraId="339DD407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408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26552D" w:rsidR="00E750D5" w:rsidP="0078447C" w:rsidRDefault="00E750D5" w14:paraId="339DD40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40B" w14:textId="77777777">
        <w:tc>
          <w:tcPr>
            <w:tcW w:w="9520" w:type="dxa"/>
          </w:tcPr>
          <w:p w:rsidRPr="0026552D" w:rsidR="00E750D5" w:rsidP="0078447C" w:rsidRDefault="00E750D5" w14:paraId="339DD40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40D" w14:textId="77777777">
        <w:tc>
          <w:tcPr>
            <w:tcW w:w="9520" w:type="dxa"/>
          </w:tcPr>
          <w:p w:rsidRPr="0026552D" w:rsidR="00874712" w:rsidP="0078447C" w:rsidRDefault="00874712" w14:paraId="339DD4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Pr="0026552D" w:rsidR="00874712" w:rsidTr="00874712" w14:paraId="339DD40F" w14:textId="77777777">
        <w:tc>
          <w:tcPr>
            <w:tcW w:w="9520" w:type="dxa"/>
          </w:tcPr>
          <w:p w:rsidRPr="0026552D" w:rsidR="00874712" w:rsidP="0078447C" w:rsidRDefault="00874712" w14:paraId="339DD40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Pr="0026552D" w:rsidR="00874712" w:rsidTr="00874712" w14:paraId="339DD411" w14:textId="77777777">
        <w:tc>
          <w:tcPr>
            <w:tcW w:w="9520" w:type="dxa"/>
          </w:tcPr>
          <w:p w:rsidRPr="0026552D" w:rsidR="00874712" w:rsidP="0078447C" w:rsidRDefault="00874712" w14:paraId="339DD4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Pr="0026552D" w:rsidR="00874712" w:rsidTr="00874712" w14:paraId="339DD413" w14:textId="77777777">
        <w:tc>
          <w:tcPr>
            <w:tcW w:w="9520" w:type="dxa"/>
          </w:tcPr>
          <w:p w:rsidRPr="0026552D" w:rsidR="00874712" w:rsidP="0078447C" w:rsidRDefault="00874712" w14:paraId="339DD4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Pr="0026552D" w:rsidR="00874712" w:rsidTr="00874712" w14:paraId="339DD415" w14:textId="77777777">
        <w:tc>
          <w:tcPr>
            <w:tcW w:w="9520" w:type="dxa"/>
          </w:tcPr>
          <w:p w:rsidRPr="0026552D" w:rsidR="00874712" w:rsidP="0078447C" w:rsidRDefault="00874712" w14:paraId="339DD41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Pr="0026552D" w:rsidR="00874712" w:rsidTr="00874712" w14:paraId="339DD417" w14:textId="77777777">
        <w:tc>
          <w:tcPr>
            <w:tcW w:w="9520" w:type="dxa"/>
          </w:tcPr>
          <w:p w:rsidRPr="0026552D" w:rsidR="00874712" w:rsidP="0078447C" w:rsidRDefault="00874712" w14:paraId="339DD4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Pr="0026552D" w:rsidR="00874712" w:rsidTr="00874712" w14:paraId="339DD419" w14:textId="77777777">
        <w:tc>
          <w:tcPr>
            <w:tcW w:w="9520" w:type="dxa"/>
          </w:tcPr>
          <w:p w:rsidRPr="0026552D" w:rsidR="00874712" w:rsidP="0078447C" w:rsidRDefault="00874712" w14:paraId="339DD41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Pr="0026552D" w:rsidR="00874712" w:rsidTr="00874712" w14:paraId="339DD41B" w14:textId="77777777">
        <w:tc>
          <w:tcPr>
            <w:tcW w:w="9520" w:type="dxa"/>
          </w:tcPr>
          <w:p w:rsidRPr="0026552D" w:rsidR="00874712" w:rsidP="0078447C" w:rsidRDefault="00874712" w14:paraId="339DD4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Pr="0026552D" w:rsidR="00874712" w:rsidTr="00874712" w14:paraId="339DD41D" w14:textId="77777777">
        <w:tc>
          <w:tcPr>
            <w:tcW w:w="9520" w:type="dxa"/>
          </w:tcPr>
          <w:p w:rsidRPr="0026552D" w:rsidR="00874712" w:rsidP="0078447C" w:rsidRDefault="00874712" w14:paraId="339DD4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Pr="0026552D" w:rsidR="00874712" w:rsidTr="00874712" w14:paraId="339DD41F" w14:textId="77777777">
        <w:tc>
          <w:tcPr>
            <w:tcW w:w="9520" w:type="dxa"/>
          </w:tcPr>
          <w:p w:rsidRPr="0026552D" w:rsidR="00874712" w:rsidP="0078447C" w:rsidRDefault="00874712" w14:paraId="339DD41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Pr="0026552D" w:rsidR="00874712" w:rsidTr="00874712" w14:paraId="339DD421" w14:textId="77777777">
        <w:tc>
          <w:tcPr>
            <w:tcW w:w="9520" w:type="dxa"/>
          </w:tcPr>
          <w:p w:rsidRPr="0026552D" w:rsidR="00874712" w:rsidP="0078447C" w:rsidRDefault="00874712" w14:paraId="339DD4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Pr="0026552D" w:rsidR="00874712" w:rsidTr="00874712" w14:paraId="339DD423" w14:textId="77777777">
        <w:tc>
          <w:tcPr>
            <w:tcW w:w="9520" w:type="dxa"/>
          </w:tcPr>
          <w:p w:rsidRPr="0026552D" w:rsidR="00874712" w:rsidP="0078447C" w:rsidRDefault="00874712" w14:paraId="339DD42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Pr="0026552D" w:rsidR="00874712" w:rsidTr="00874712" w14:paraId="339DD425" w14:textId="77777777">
        <w:tc>
          <w:tcPr>
            <w:tcW w:w="9520" w:type="dxa"/>
          </w:tcPr>
          <w:p w:rsidRPr="0026552D" w:rsidR="00874712" w:rsidP="0078447C" w:rsidRDefault="00874712" w14:paraId="339DD42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:rsidRPr="0026552D" w:rsidR="00E750D5" w:rsidP="0078447C" w:rsidRDefault="00E750D5" w14:paraId="339DD42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427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:rsidRPr="0026552D" w:rsidR="00874712" w:rsidP="0078447C" w:rsidRDefault="00874712" w14:paraId="339DD428" w14:textId="77777777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:rsidRPr="0026552D" w:rsidR="00874712" w:rsidP="0078447C" w:rsidRDefault="00874712" w14:paraId="339DD429" w14:textId="1DAAB37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</w:t>
      </w:r>
      <w:r w:rsidRPr="3D6166CF" w:rsidR="719CC360">
        <w:rPr>
          <w:rFonts w:ascii="Corbel" w:hAnsi="Corbel"/>
          <w:i/>
          <w:iCs/>
          <w:smallCaps w:val="0"/>
          <w:u w:val="single"/>
        </w:rPr>
        <w:t>)</w:t>
      </w:r>
    </w:p>
    <w:p w:rsidRPr="0026552D" w:rsidR="00E750D5" w:rsidP="0078447C" w:rsidRDefault="00E750D5" w14:paraId="339DD42E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2F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:rsidRPr="0026552D" w:rsidR="00E750D5" w:rsidP="0078447C" w:rsidRDefault="00E750D5" w14:paraId="339DD430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3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:rsidRPr="0026552D" w:rsidR="00E750D5" w:rsidP="0078447C" w:rsidRDefault="00E750D5" w14:paraId="339DD43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6552D" w:rsidR="00E750D5" w:rsidTr="00874712" w14:paraId="339DD438" w14:textId="77777777">
        <w:tc>
          <w:tcPr>
            <w:tcW w:w="1962" w:type="dxa"/>
            <w:vAlign w:val="center"/>
          </w:tcPr>
          <w:p w:rsidRPr="0026552D" w:rsidR="00E750D5" w:rsidP="0078447C" w:rsidRDefault="00E750D5" w14:paraId="339DD4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6552D" w:rsidR="00E750D5" w:rsidP="0078447C" w:rsidRDefault="00E750D5" w14:paraId="339DD4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26552D" w:rsidR="00E750D5" w:rsidP="0078447C" w:rsidRDefault="00E750D5" w14:paraId="339DD4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6552D" w:rsidR="00E750D5" w:rsidP="0078447C" w:rsidRDefault="00E750D5" w14:paraId="339DD4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6552D" w:rsidR="00E750D5" w:rsidP="0078447C" w:rsidRDefault="00E750D5" w14:paraId="339DD4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6552D" w:rsidR="00874712" w:rsidTr="00874712" w14:paraId="339DD43D" w14:textId="77777777">
        <w:tc>
          <w:tcPr>
            <w:tcW w:w="1962" w:type="dxa"/>
          </w:tcPr>
          <w:p w:rsidRPr="0026552D" w:rsidR="00874712" w:rsidP="0078447C" w:rsidRDefault="00874712" w14:paraId="339DD4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26552D" w:rsidR="00874712" w:rsidP="0078447C" w:rsidRDefault="00874712" w14:paraId="339DD43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3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2" w14:textId="77777777">
        <w:tc>
          <w:tcPr>
            <w:tcW w:w="1962" w:type="dxa"/>
          </w:tcPr>
          <w:p w:rsidRPr="0026552D" w:rsidR="00874712" w:rsidP="0078447C" w:rsidRDefault="00874712" w14:paraId="339DD4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6552D" w:rsidR="00874712" w:rsidP="0078447C" w:rsidRDefault="00874712" w14:paraId="339DD4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8" w14:textId="77777777">
        <w:tc>
          <w:tcPr>
            <w:tcW w:w="1962" w:type="dxa"/>
          </w:tcPr>
          <w:p w:rsidRPr="0026552D" w:rsidR="00874712" w:rsidP="0078447C" w:rsidRDefault="00874712" w14:paraId="339DD4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6552D" w:rsidR="00874712" w:rsidP="0078447C" w:rsidRDefault="00874712" w14:paraId="339DD4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:rsidRPr="0026552D" w:rsidR="00874712" w:rsidP="0078447C" w:rsidRDefault="00874712" w14:paraId="339DD44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:rsidRPr="0026552D" w:rsidR="00874712" w:rsidP="0078447C" w:rsidRDefault="00874712" w14:paraId="339DD44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:rsidRPr="0026552D" w:rsidR="00874712" w:rsidP="0078447C" w:rsidRDefault="00874712" w14:paraId="339DD4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F" w14:textId="77777777">
        <w:tc>
          <w:tcPr>
            <w:tcW w:w="1962" w:type="dxa"/>
          </w:tcPr>
          <w:p w:rsidRPr="0026552D" w:rsidR="00874712" w:rsidP="0078447C" w:rsidRDefault="00874712" w14:paraId="339DD4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26552D" w:rsidR="00874712" w:rsidP="0078447C" w:rsidRDefault="00874712" w14:paraId="339DD44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wypowiedzi studenta podczas zajęć (w tym </w:t>
            </w: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wygłoszonego referatu);</w:t>
            </w:r>
          </w:p>
          <w:p w:rsidRPr="0026552D" w:rsidR="00874712" w:rsidP="0078447C" w:rsidRDefault="00874712" w14:paraId="339DD44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4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ĆW,</w:t>
            </w:r>
          </w:p>
        </w:tc>
      </w:tr>
      <w:tr w:rsidRPr="0026552D" w:rsidR="00874712" w:rsidTr="00874712" w14:paraId="339DD456" w14:textId="77777777">
        <w:tc>
          <w:tcPr>
            <w:tcW w:w="1962" w:type="dxa"/>
          </w:tcPr>
          <w:p w:rsidRPr="0026552D" w:rsidR="00874712" w:rsidP="0078447C" w:rsidRDefault="00874712" w14:paraId="339DD4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26552D" w:rsidR="00874712" w:rsidP="0078447C" w:rsidRDefault="00874712" w14:paraId="339DD45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5D" w14:textId="77777777">
        <w:tc>
          <w:tcPr>
            <w:tcW w:w="1962" w:type="dxa"/>
          </w:tcPr>
          <w:p w:rsidRPr="0026552D" w:rsidR="00874712" w:rsidP="0078447C" w:rsidRDefault="00874712" w14:paraId="339DD4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26552D" w:rsidR="00874712" w:rsidP="0078447C" w:rsidRDefault="00874712" w14:paraId="339DD4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2" w14:textId="77777777">
        <w:tc>
          <w:tcPr>
            <w:tcW w:w="1962" w:type="dxa"/>
          </w:tcPr>
          <w:p w:rsidRPr="0026552D" w:rsidR="00874712" w:rsidP="0078447C" w:rsidRDefault="00874712" w14:paraId="339DD4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26552D" w:rsidR="00874712" w:rsidP="0078447C" w:rsidRDefault="00874712" w14:paraId="339DD4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zajęć;</w:t>
            </w:r>
          </w:p>
          <w:p w:rsidRPr="0026552D" w:rsidR="00874712" w:rsidP="0078447C" w:rsidRDefault="00874712" w14:paraId="339DD46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udziału studenta w dyskusji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7" w14:textId="77777777">
        <w:tc>
          <w:tcPr>
            <w:tcW w:w="1962" w:type="dxa"/>
          </w:tcPr>
          <w:p w:rsidRPr="0026552D" w:rsidR="00874712" w:rsidP="0078447C" w:rsidRDefault="00874712" w14:paraId="339DD4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26552D" w:rsidR="00874712" w:rsidP="0078447C" w:rsidRDefault="00874712" w14:paraId="339DD46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:rsidRPr="0026552D" w:rsidR="00E750D5" w:rsidP="0078447C" w:rsidRDefault="00E750D5" w14:paraId="339DD46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9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26552D" w:rsidR="00E750D5" w:rsidP="0078447C" w:rsidRDefault="00E750D5" w14:paraId="339DD46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13B458AF" w14:paraId="339DD46D" w14:textId="77777777">
        <w:tc>
          <w:tcPr>
            <w:tcW w:w="9670" w:type="dxa"/>
            <w:tcMar/>
          </w:tcPr>
          <w:p w:rsidRPr="0026552D" w:rsidR="00874712" w:rsidP="0078447C" w:rsidRDefault="00874712" w14:paraId="339DD46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:rsidRPr="0026552D" w:rsidR="00E750D5" w:rsidP="13B458AF" w:rsidRDefault="00874712" w14:paraId="339DD46C" w14:textId="424D62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B458AF" w:rsidR="00874712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 audytoryjne: sposób: zaliczenie, forma: ustalenie oceny zaliczeniowej na podstawie ocen cząstkowych (referat, aktywność na zajęciach, kolokwium –</w:t>
            </w:r>
            <w:r w:rsidRPr="13B458AF" w:rsidR="7E2D777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3B458AF" w:rsidR="00874712">
              <w:rPr>
                <w:rFonts w:ascii="Corbel" w:hAnsi="Corbel"/>
                <w:b w:val="0"/>
                <w:bCs w:val="0"/>
                <w:caps w:val="0"/>
                <w:smallCaps w:val="0"/>
              </w:rPr>
              <w:t>test)</w:t>
            </w:r>
          </w:p>
        </w:tc>
      </w:tr>
    </w:tbl>
    <w:p w:rsidRPr="0026552D" w:rsidR="00E750D5" w:rsidP="0078447C" w:rsidRDefault="00E750D5" w14:paraId="339DD46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26552D" w:rsidR="00E750D5" w:rsidP="0078447C" w:rsidRDefault="00E750D5" w14:paraId="339DD47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6552D" w:rsidR="00E750D5" w:rsidTr="00874712" w14:paraId="339DD473" w14:textId="77777777">
        <w:tc>
          <w:tcPr>
            <w:tcW w:w="4902" w:type="dxa"/>
            <w:vAlign w:val="center"/>
          </w:tcPr>
          <w:p w:rsidRPr="0026552D" w:rsidR="00E750D5" w:rsidP="0078447C" w:rsidRDefault="00E750D5" w14:paraId="339DD4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Pr="0026552D" w:rsidR="00E750D5" w:rsidP="0078447C" w:rsidRDefault="00E750D5" w14:paraId="339DD4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26552D" w:rsidR="00874712" w:rsidTr="00874712" w14:paraId="339DD476" w14:textId="77777777">
        <w:tc>
          <w:tcPr>
            <w:tcW w:w="4902" w:type="dxa"/>
          </w:tcPr>
          <w:p w:rsidRPr="0026552D" w:rsidR="00874712" w:rsidP="0078447C" w:rsidRDefault="00874712" w14:paraId="339DD4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26552D" w:rsidR="00874712" w:rsidP="0078447C" w:rsidRDefault="00874712" w14:paraId="339DD47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26552D" w:rsidR="00874712" w:rsidTr="00874712" w14:paraId="339DD47A" w14:textId="77777777">
        <w:tc>
          <w:tcPr>
            <w:tcW w:w="4902" w:type="dxa"/>
          </w:tcPr>
          <w:p w:rsidRPr="0026552D" w:rsidR="00874712" w:rsidP="0078447C" w:rsidRDefault="00874712" w14:paraId="339DD47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6552D" w:rsidR="00874712" w:rsidP="0078447C" w:rsidRDefault="00874712" w14:paraId="339DD4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26552D" w:rsidR="00874712" w:rsidP="0078447C" w:rsidRDefault="00874712" w14:paraId="339DD4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26552D" w:rsidR="00874712" w:rsidTr="00874712" w14:paraId="339DD47E" w14:textId="77777777">
        <w:tc>
          <w:tcPr>
            <w:tcW w:w="4902" w:type="dxa"/>
          </w:tcPr>
          <w:p w:rsidRPr="0026552D" w:rsidR="00874712" w:rsidP="0078447C" w:rsidRDefault="00874712" w14:paraId="339DD47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6552D" w:rsidR="00874712" w:rsidP="0078447C" w:rsidRDefault="00874712" w14:paraId="339DD4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26552D" w:rsidR="00874712" w:rsidP="0078447C" w:rsidRDefault="00874712" w14:paraId="339DD47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26552D" w:rsidR="00874712" w:rsidTr="00874712" w14:paraId="339DD481" w14:textId="77777777">
        <w:tc>
          <w:tcPr>
            <w:tcW w:w="4902" w:type="dxa"/>
          </w:tcPr>
          <w:p w:rsidRPr="0026552D" w:rsidR="00874712" w:rsidP="0078447C" w:rsidRDefault="00874712" w14:paraId="339DD47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26552D" w:rsidR="00874712" w:rsidP="0078447C" w:rsidRDefault="00874712" w14:paraId="339DD48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26552D" w:rsidR="00874712" w:rsidTr="00874712" w14:paraId="339DD484" w14:textId="77777777">
        <w:tc>
          <w:tcPr>
            <w:tcW w:w="4902" w:type="dxa"/>
          </w:tcPr>
          <w:p w:rsidRPr="0026552D" w:rsidR="00874712" w:rsidP="0078447C" w:rsidRDefault="00874712" w14:paraId="339DD48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26552D" w:rsidR="00874712" w:rsidP="0078447C" w:rsidRDefault="00643C21" w14:paraId="339DD483" w14:textId="47ADCD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485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26552D" w:rsidR="00E750D5" w:rsidP="0078447C" w:rsidRDefault="00E750D5" w14:paraId="339DD48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87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:rsidRPr="0026552D" w:rsidR="00E750D5" w:rsidP="0078447C" w:rsidRDefault="00E750D5" w14:paraId="339DD488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6552D" w:rsidR="00E750D5" w:rsidTr="002C5EA9" w14:paraId="339DD48B" w14:textId="77777777">
        <w:trPr>
          <w:trHeight w:val="397"/>
        </w:trPr>
        <w:tc>
          <w:tcPr>
            <w:tcW w:w="3544" w:type="dxa"/>
          </w:tcPr>
          <w:p w:rsidRPr="0026552D" w:rsidR="00E750D5" w:rsidP="0078447C" w:rsidRDefault="00E750D5" w14:paraId="339DD4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6552D" w:rsidR="00E750D5" w:rsidP="0078447C" w:rsidRDefault="00E750D5" w14:paraId="339DD4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26552D" w:rsidR="00E750D5" w:rsidTr="002C5EA9" w14:paraId="339DD48E" w14:textId="77777777">
        <w:trPr>
          <w:trHeight w:val="397"/>
        </w:trPr>
        <w:tc>
          <w:tcPr>
            <w:tcW w:w="3544" w:type="dxa"/>
          </w:tcPr>
          <w:p w:rsidRPr="0026552D" w:rsidR="00E750D5" w:rsidP="0078447C" w:rsidRDefault="00E750D5" w14:paraId="339DD4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26552D" w:rsidR="00E750D5" w:rsidP="0078447C" w:rsidRDefault="00E750D5" w14:paraId="339DD4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6552D" w:rsidR="00E750D5" w:rsidP="0078447C" w:rsidRDefault="00E750D5" w14:paraId="339DD4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:rsidRPr="0026552D" w:rsidR="00E750D5" w:rsidP="0078447C" w:rsidRDefault="00E750D5" w14:paraId="339DD491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552D" w:rsidR="00874712" w:rsidTr="3D6166CF" w14:paraId="339DD494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8447C" w:rsidR="00874712" w:rsidP="0078447C" w:rsidRDefault="00874712" w14:paraId="339DD493" w14:textId="084F303E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 xml:space="preserve">Nauka o państwie i prawie. Wybrane zagadnienia, red. 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S.,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Grabowska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ISBN 978-83-7996-505-2, Wydawnictwo Uniwersytetu Rzeszowskiego, Rzeszów 2017</w:t>
            </w:r>
            <w:r w:rsidR="007844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6552D" w:rsidR="00874712" w:rsidTr="3D6166CF" w14:paraId="339DD49D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74712" w:rsidP="0078447C" w:rsidRDefault="00874712" w14:paraId="339DD496" w14:textId="353E65F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 w:rsidR="0078447C"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DE0C128" w14:textId="01F06C7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26552D" w:rsidR="00874712" w:rsidP="0078447C" w:rsidRDefault="00874712" w14:paraId="339DD497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:rsidR="00874712" w:rsidP="0078447C" w:rsidRDefault="00874712" w14:paraId="339DD498" w14:textId="59CB130C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G., Wstęp do prawoznawstwa, Rzeszów 2011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C5D58B3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74712" w:rsidP="0078447C" w:rsidRDefault="0078447C" w14:paraId="339DD499" w14:textId="5EA697C3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w:tooltip="pokaż inne książki tego autora" w:history="1" r:id="rId11">
              <w:r w:rsidRPr="0026552D" w:rsidR="00874712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Pr="0026552D" w:rsidR="00874712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26552D" w:rsidR="0078447C" w:rsidP="0078447C" w:rsidRDefault="0078447C" w14:paraId="3056AD5E" w14:textId="77777777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:rsidR="00874712" w:rsidP="0078447C" w:rsidRDefault="00874712" w14:paraId="47429271" w14:textId="4472FDDD">
            <w:pPr>
              <w:pStyle w:val="Punktygwne"/>
              <w:spacing w:before="0" w:after="0"/>
              <w:ind w:left="36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w:tooltip="pokaż inne książki tego autora" w:history="1" r:id="rId12"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3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Kostrubiec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J.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,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 </w:t>
            </w:r>
            <w:proofErr w:type="spellStart"/>
            <w:r w:rsidR="0078447C">
              <w:fldChar w:fldCharType="begin"/>
            </w:r>
            <w:r w:rsidR="0078447C">
              <w:instrText xml:space="preserve"> HYPERLINK "http://www.</w:instrText>
            </w:r>
            <w:r w:rsidR="0078447C">
              <w:instrText xml:space="preserve">naukowa.pl/autor/%C5%81awnikowicz-Grzegorz/65389" \o "pokaż inne książki tego autora" </w:instrText>
            </w:r>
            <w:r w:rsidR="0078447C">
              <w:fldChar w:fldCharType="separate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Ławnikowicz</w:t>
            </w:r>
            <w:proofErr w:type="spellEnd"/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 G.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fldChar w:fldCharType="end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4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Markwart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Z.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 w:rsidR="0078447C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  <w:p w:rsidRPr="0078447C" w:rsidR="0078447C" w:rsidP="0078447C" w:rsidRDefault="0078447C" w14:paraId="78CEFCFC" w14:textId="77777777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78447C" w:rsidP="0078447C" w:rsidRDefault="0078447C" w14:paraId="15C7F53F" w14:textId="77777777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78447C" w:rsidR="0078447C" w:rsidP="0078447C" w:rsidRDefault="0078447C" w14:paraId="339DD49C" w14:textId="32D1A3DE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name="_Hlk58833377" w:id="1"/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name="_Hlk58833403" w:id="2"/>
            <w:proofErr w:type="spellStart"/>
            <w:r w:rsidRPr="0078447C">
              <w:rPr>
                <w:rFonts w:ascii="Corbel" w:hAnsi="Corbel"/>
                <w:sz w:val="24"/>
                <w:szCs w:val="24"/>
              </w:rPr>
              <w:t>Ustrojowoprawny</w:t>
            </w:r>
            <w:proofErr w:type="spellEnd"/>
            <w:r w:rsidRPr="0078447C">
              <w:rPr>
                <w:rFonts w:ascii="Corbel" w:hAnsi="Corbel"/>
                <w:sz w:val="24"/>
                <w:szCs w:val="24"/>
              </w:rPr>
              <w:t xml:space="preserve"> charakter Senatu RP na euroamerykańskim tle i postulaty zmian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name="_Hlk58833423" w:id="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3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name="_Hlk58833458" w:id="4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4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26552D" w:rsidR="00E750D5" w:rsidP="0078447C" w:rsidRDefault="00E750D5" w14:paraId="339DD49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26552D" w:rsidR="00E750D5" w:rsidP="0078447C" w:rsidRDefault="00E750D5" w14:paraId="339DD4A1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sectPr w:rsidRPr="0026552D" w:rsidR="00E750D5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E53" w:rsidP="00C16ABF" w:rsidRDefault="00132E53" w14:paraId="7F7DBA6E" w14:textId="77777777">
      <w:pPr>
        <w:spacing w:after="0" w:line="240" w:lineRule="auto"/>
      </w:pPr>
      <w:r>
        <w:separator/>
      </w:r>
    </w:p>
  </w:endnote>
  <w:endnote w:type="continuationSeparator" w:id="0">
    <w:p w:rsidR="00132E53" w:rsidP="00C16ABF" w:rsidRDefault="00132E53" w14:paraId="0759D1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E53" w:rsidP="00C16ABF" w:rsidRDefault="00132E53" w14:paraId="611BCFAD" w14:textId="77777777">
      <w:pPr>
        <w:spacing w:after="0" w:line="240" w:lineRule="auto"/>
      </w:pPr>
      <w:r>
        <w:separator/>
      </w:r>
    </w:p>
  </w:footnote>
  <w:footnote w:type="continuationSeparator" w:id="0">
    <w:p w:rsidR="00132E53" w:rsidP="00C16ABF" w:rsidRDefault="00132E53" w14:paraId="729437BC" w14:textId="77777777">
      <w:pPr>
        <w:spacing w:after="0" w:line="240" w:lineRule="auto"/>
      </w:pPr>
      <w:r>
        <w:continuationSeparator/>
      </w:r>
    </w:p>
  </w:footnote>
  <w:footnote w:id="1">
    <w:p w:rsidR="0026552D" w:rsidP="00E750D5" w:rsidRDefault="0026552D" w14:paraId="339DD4A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97D"/>
    <w:multiLevelType w:val="hybridMultilevel"/>
    <w:tmpl w:val="424CAED8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7066F8"/>
    <w:multiLevelType w:val="hybridMultilevel"/>
    <w:tmpl w:val="167AB0D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5DD2E12"/>
    <w:multiLevelType w:val="hybridMultilevel"/>
    <w:tmpl w:val="581A4E0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62D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B49F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67914"/>
    <w:multiLevelType w:val="hybridMultilevel"/>
    <w:tmpl w:val="80EA023E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10B6D"/>
    <w:multiLevelType w:val="hybridMultilevel"/>
    <w:tmpl w:val="06B466F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9B091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1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2B3"/>
    <w:rsid w:val="000B28EE"/>
    <w:rsid w:val="000B3E37"/>
    <w:rsid w:val="000D04B0"/>
    <w:rsid w:val="000F1C57"/>
    <w:rsid w:val="000F5615"/>
    <w:rsid w:val="00124BFF"/>
    <w:rsid w:val="0012560E"/>
    <w:rsid w:val="00127108"/>
    <w:rsid w:val="00132E53"/>
    <w:rsid w:val="00134B13"/>
    <w:rsid w:val="00146BC0"/>
    <w:rsid w:val="00153C41"/>
    <w:rsid w:val="00154381"/>
    <w:rsid w:val="001640A7"/>
    <w:rsid w:val="00164FA7"/>
    <w:rsid w:val="00166A03"/>
    <w:rsid w:val="001718A7"/>
    <w:rsid w:val="00172B89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2D"/>
    <w:rsid w:val="00281FF2"/>
    <w:rsid w:val="002857DE"/>
    <w:rsid w:val="00291567"/>
    <w:rsid w:val="002A22BF"/>
    <w:rsid w:val="002A2389"/>
    <w:rsid w:val="002A671D"/>
    <w:rsid w:val="002B19AB"/>
    <w:rsid w:val="002B3DBF"/>
    <w:rsid w:val="002B4D55"/>
    <w:rsid w:val="002B5EA0"/>
    <w:rsid w:val="002B6119"/>
    <w:rsid w:val="002C1F06"/>
    <w:rsid w:val="002C5EA9"/>
    <w:rsid w:val="002D3375"/>
    <w:rsid w:val="002D73D4"/>
    <w:rsid w:val="002F02A3"/>
    <w:rsid w:val="002F4ABE"/>
    <w:rsid w:val="003018BA"/>
    <w:rsid w:val="0030395F"/>
    <w:rsid w:val="00305C92"/>
    <w:rsid w:val="003151C5"/>
    <w:rsid w:val="003310E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33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B51"/>
    <w:rsid w:val="0050496F"/>
    <w:rsid w:val="00513B6F"/>
    <w:rsid w:val="00517C63"/>
    <w:rsid w:val="00527ADD"/>
    <w:rsid w:val="005363C4"/>
    <w:rsid w:val="00536BDE"/>
    <w:rsid w:val="00543481"/>
    <w:rsid w:val="00543ACC"/>
    <w:rsid w:val="00546FFB"/>
    <w:rsid w:val="0056696D"/>
    <w:rsid w:val="0058636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92D"/>
    <w:rsid w:val="00643C21"/>
    <w:rsid w:val="00647FA8"/>
    <w:rsid w:val="00650C5F"/>
    <w:rsid w:val="00654934"/>
    <w:rsid w:val="006620D9"/>
    <w:rsid w:val="00671958"/>
    <w:rsid w:val="006740D2"/>
    <w:rsid w:val="00675843"/>
    <w:rsid w:val="00696477"/>
    <w:rsid w:val="006A1725"/>
    <w:rsid w:val="006C0B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047"/>
    <w:rsid w:val="00763BF1"/>
    <w:rsid w:val="00766FD4"/>
    <w:rsid w:val="0078168C"/>
    <w:rsid w:val="0078447C"/>
    <w:rsid w:val="00787C2A"/>
    <w:rsid w:val="00790E27"/>
    <w:rsid w:val="007A4022"/>
    <w:rsid w:val="007A6E6E"/>
    <w:rsid w:val="007C3299"/>
    <w:rsid w:val="007C3BCC"/>
    <w:rsid w:val="007C4546"/>
    <w:rsid w:val="007C7721"/>
    <w:rsid w:val="007D6E56"/>
    <w:rsid w:val="007F4155"/>
    <w:rsid w:val="0081554D"/>
    <w:rsid w:val="008156CC"/>
    <w:rsid w:val="0081707E"/>
    <w:rsid w:val="008449B3"/>
    <w:rsid w:val="008552A2"/>
    <w:rsid w:val="0085747A"/>
    <w:rsid w:val="0087471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3FA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D3"/>
    <w:rsid w:val="00E63348"/>
    <w:rsid w:val="00E742AA"/>
    <w:rsid w:val="00E750D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9D"/>
    <w:rsid w:val="00EE32DE"/>
    <w:rsid w:val="00EE5457"/>
    <w:rsid w:val="00F070AB"/>
    <w:rsid w:val="00F1568F"/>
    <w:rsid w:val="00F17567"/>
    <w:rsid w:val="00F27A7B"/>
    <w:rsid w:val="00F316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4B8"/>
    <w:rsid w:val="00FD503F"/>
    <w:rsid w:val="00FD7589"/>
    <w:rsid w:val="00FF016A"/>
    <w:rsid w:val="00FF1401"/>
    <w:rsid w:val="00FF5E7D"/>
    <w:rsid w:val="13B458AF"/>
    <w:rsid w:val="2F73E9E1"/>
    <w:rsid w:val="3A3BF774"/>
    <w:rsid w:val="3D6166CF"/>
    <w:rsid w:val="42E4D2E6"/>
    <w:rsid w:val="458EA30A"/>
    <w:rsid w:val="4C411733"/>
    <w:rsid w:val="594D00EB"/>
    <w:rsid w:val="5B8B0762"/>
    <w:rsid w:val="6D574C43"/>
    <w:rsid w:val="6E260552"/>
    <w:rsid w:val="719CC360"/>
    <w:rsid w:val="76EAA729"/>
    <w:rsid w:val="7E2D777B"/>
    <w:rsid w:val="7FDF8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,"/>
  <w:listSeparator w:val=";"/>
  <w14:docId w14:val="339DD353"/>
  <w15:docId w15:val="{0F6D0A2E-0795-4819-9686-1E72D306B2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3DB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DB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DB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71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7471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66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31660"/>
    <w:rPr>
      <w:rFonts w:ascii="Calibri" w:hAnsi="Calibri"/>
      <w:b/>
      <w:bCs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2B3DBF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naukowa.pl/autor/Kostrubiec-Jaros%C5%82aw/66118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naukowa.pl/autor/Dubel-Lech/49860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naukowa.pl/autorzy/Tokarczyk-Roman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naukowa.pl/autor/Markwart-Zbigniew/68459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329A-4D8D-4C87-9814-9CDC87E72C4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23cdcff9-4da5-4ae5-9ed2-4324298199a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948EC9B-BEB2-4ED6-A7AA-F1BABD995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CBDBF-8092-4D5A-9516-313961BDFD6D}"/>
</file>

<file path=customXml/itemProps4.xml><?xml version="1.0" encoding="utf-8"?>
<ds:datastoreItem xmlns:ds="http://schemas.openxmlformats.org/officeDocument/2006/customXml" ds:itemID="{5C6890E5-29B3-496C-ADC5-25F65DBF27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Grabowska Sabina</cp:lastModifiedBy>
  <cp:revision>17</cp:revision>
  <cp:lastPrinted>2019-02-06T12:12:00Z</cp:lastPrinted>
  <dcterms:created xsi:type="dcterms:W3CDTF">2020-10-20T14:49:00Z</dcterms:created>
  <dcterms:modified xsi:type="dcterms:W3CDTF">2021-11-19T09:27:23Z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